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CA53F" w14:textId="77777777" w:rsidR="00835E52" w:rsidRDefault="00835E52" w:rsidP="00835E5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nr 7/2023</w:t>
      </w:r>
    </w:p>
    <w:p w14:paraId="433C629D" w14:textId="77777777" w:rsidR="00835E52" w:rsidRDefault="00835E52" w:rsidP="00835E5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E9FFD45" w14:textId="39D960B5" w:rsidR="00835E52" w:rsidRDefault="00835E52" w:rsidP="00835E5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9A2076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9A2076">
        <w:rPr>
          <w:rFonts w:ascii="Corbel" w:hAnsi="Corbel"/>
          <w:b/>
          <w:smallCaps/>
          <w:sz w:val="24"/>
          <w:szCs w:val="24"/>
        </w:rPr>
        <w:t>8</w:t>
      </w:r>
    </w:p>
    <w:p w14:paraId="5AC430E8" w14:textId="77777777" w:rsidR="00835E52" w:rsidRDefault="00835E52" w:rsidP="00835E52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5B87FF29" w14:textId="3728FD53" w:rsidR="00835E52" w:rsidRPr="00EA4832" w:rsidRDefault="00835E52" w:rsidP="00835E52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9A2076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9A2076">
        <w:rPr>
          <w:rFonts w:ascii="Corbel" w:hAnsi="Corbel"/>
          <w:sz w:val="20"/>
          <w:szCs w:val="20"/>
        </w:rPr>
        <w:t>8</w:t>
      </w:r>
    </w:p>
    <w:p w14:paraId="67CD228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EBD0AA9" w14:textId="77777777" w:rsidTr="009A2076">
        <w:tc>
          <w:tcPr>
            <w:tcW w:w="2694" w:type="dxa"/>
            <w:vAlign w:val="center"/>
          </w:tcPr>
          <w:p w14:paraId="43B326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D1692F" w14:textId="10ACC19D" w:rsidR="0085747A" w:rsidRPr="009C54AE" w:rsidRDefault="0075410D" w:rsidP="2FDEED39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2FDEED39">
              <w:rPr>
                <w:rFonts w:ascii="Corbel" w:hAnsi="Corbel"/>
                <w:bCs/>
                <w:sz w:val="24"/>
                <w:szCs w:val="24"/>
              </w:rPr>
              <w:t>Kontrola zbrojeń i rozbrojenie</w:t>
            </w:r>
          </w:p>
        </w:tc>
      </w:tr>
      <w:tr w:rsidR="0085747A" w:rsidRPr="009C54AE" w14:paraId="24765F33" w14:textId="77777777" w:rsidTr="009A2076">
        <w:tc>
          <w:tcPr>
            <w:tcW w:w="2694" w:type="dxa"/>
            <w:vAlign w:val="center"/>
          </w:tcPr>
          <w:p w14:paraId="154EE6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E93A83" w14:textId="32A1C713" w:rsidR="0085747A" w:rsidRPr="009C54AE" w:rsidRDefault="007D6A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MK_40</w:t>
            </w:r>
          </w:p>
        </w:tc>
      </w:tr>
      <w:tr w:rsidR="009A2076" w:rsidRPr="009C54AE" w14:paraId="71B8A1A4" w14:textId="77777777" w:rsidTr="009A2076">
        <w:tc>
          <w:tcPr>
            <w:tcW w:w="2694" w:type="dxa"/>
            <w:vAlign w:val="center"/>
          </w:tcPr>
          <w:p w14:paraId="6C2EF66D" w14:textId="77777777" w:rsidR="009A2076" w:rsidRPr="009C54AE" w:rsidRDefault="009A2076" w:rsidP="009A207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60B097B3" w14:textId="10D75433" w:rsidR="009A2076" w:rsidRPr="00703B88" w:rsidRDefault="009A2076" w:rsidP="009A20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03B88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9A2076" w:rsidRPr="009C54AE" w14:paraId="0B78D86F" w14:textId="77777777" w:rsidTr="009A2076">
        <w:tc>
          <w:tcPr>
            <w:tcW w:w="2694" w:type="dxa"/>
            <w:vAlign w:val="center"/>
          </w:tcPr>
          <w:p w14:paraId="531DF4D5" w14:textId="77777777" w:rsidR="009A2076" w:rsidRPr="009C54AE" w:rsidRDefault="009A2076" w:rsidP="009A20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3F466AB8" w14:textId="53A74EC5" w:rsidR="009A2076" w:rsidRPr="00703B88" w:rsidRDefault="009A2076" w:rsidP="009A20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03B88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85747A" w:rsidRPr="009C54AE" w14:paraId="24B690CC" w14:textId="77777777" w:rsidTr="009A2076">
        <w:tc>
          <w:tcPr>
            <w:tcW w:w="2694" w:type="dxa"/>
            <w:vAlign w:val="center"/>
          </w:tcPr>
          <w:p w14:paraId="3613C7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DF4DC0" w14:textId="529883E0" w:rsidR="0085747A" w:rsidRPr="009C54AE" w:rsidRDefault="007541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36689976" w14:textId="77777777" w:rsidTr="009A2076">
        <w:tc>
          <w:tcPr>
            <w:tcW w:w="2694" w:type="dxa"/>
            <w:vAlign w:val="center"/>
          </w:tcPr>
          <w:p w14:paraId="0ADDB7F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E7D1CD" w14:textId="3A29007E" w:rsidR="0085747A" w:rsidRPr="009C54AE" w:rsidRDefault="007541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37A78EEE" w14:textId="77777777" w:rsidTr="009A2076">
        <w:tc>
          <w:tcPr>
            <w:tcW w:w="2694" w:type="dxa"/>
            <w:vAlign w:val="center"/>
          </w:tcPr>
          <w:p w14:paraId="65D424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68CEE88" w14:textId="4F29C0CC" w:rsidR="0085747A" w:rsidRPr="009C54AE" w:rsidRDefault="007541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3526CF7" w14:textId="77777777" w:rsidTr="009A2076">
        <w:tc>
          <w:tcPr>
            <w:tcW w:w="2694" w:type="dxa"/>
            <w:vAlign w:val="center"/>
          </w:tcPr>
          <w:p w14:paraId="32230A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61C86B" w14:textId="2A5EF2A0" w:rsidR="0085747A" w:rsidRPr="009C54AE" w:rsidRDefault="00C127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5410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1D1C0A7" w14:textId="77777777" w:rsidTr="009A2076">
        <w:tc>
          <w:tcPr>
            <w:tcW w:w="2694" w:type="dxa"/>
            <w:vAlign w:val="center"/>
          </w:tcPr>
          <w:p w14:paraId="5C2B0D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AA39D2D" w14:textId="1D784EFD" w:rsidR="0085747A" w:rsidRPr="009C54AE" w:rsidRDefault="007541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</w:t>
            </w:r>
            <w:r w:rsidR="00AB26D8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VI </w:t>
            </w:r>
          </w:p>
        </w:tc>
      </w:tr>
      <w:tr w:rsidR="0085747A" w:rsidRPr="009C54AE" w14:paraId="473FC076" w14:textId="77777777" w:rsidTr="009A2076">
        <w:tc>
          <w:tcPr>
            <w:tcW w:w="2694" w:type="dxa"/>
            <w:vAlign w:val="center"/>
          </w:tcPr>
          <w:p w14:paraId="16D8C9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C52597" w14:textId="214C76E6" w:rsidR="0085747A" w:rsidRPr="009C54AE" w:rsidRDefault="2881F759" w:rsidP="448583B0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Cs/>
                <w:color w:val="000000" w:themeColor="text1"/>
                <w:sz w:val="24"/>
                <w:szCs w:val="24"/>
              </w:rPr>
            </w:pPr>
            <w:r w:rsidRPr="448583B0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specjalnościowy</w:t>
            </w:r>
          </w:p>
        </w:tc>
      </w:tr>
      <w:tr w:rsidR="00923D7D" w:rsidRPr="009C54AE" w14:paraId="57452114" w14:textId="77777777" w:rsidTr="009A2076">
        <w:tc>
          <w:tcPr>
            <w:tcW w:w="2694" w:type="dxa"/>
            <w:vAlign w:val="center"/>
          </w:tcPr>
          <w:p w14:paraId="73C747F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205AB8" w14:textId="35CAF077" w:rsidR="00923D7D" w:rsidRPr="009C54AE" w:rsidRDefault="007541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2469381" w14:textId="77777777" w:rsidTr="009A2076">
        <w:tc>
          <w:tcPr>
            <w:tcW w:w="2694" w:type="dxa"/>
            <w:vAlign w:val="center"/>
          </w:tcPr>
          <w:p w14:paraId="1212ED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B1F13C6" w14:textId="369E8475" w:rsidR="0085747A" w:rsidRPr="009C54AE" w:rsidRDefault="007541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Zapałowski</w:t>
            </w:r>
            <w:r w:rsidR="007D6A5F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22071C27" w14:textId="77777777" w:rsidTr="009A2076">
        <w:tc>
          <w:tcPr>
            <w:tcW w:w="2694" w:type="dxa"/>
            <w:vAlign w:val="center"/>
          </w:tcPr>
          <w:p w14:paraId="1895B0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9C3E19" w14:textId="791163B8" w:rsidR="0085747A" w:rsidRPr="009C54AE" w:rsidRDefault="007541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Zapałowski</w:t>
            </w:r>
            <w:r w:rsidR="007D6A5F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05CFBA3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D26C23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2F59EB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3D660B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5"/>
        <w:gridCol w:w="1020"/>
        <w:gridCol w:w="825"/>
        <w:gridCol w:w="945"/>
        <w:gridCol w:w="735"/>
        <w:gridCol w:w="885"/>
        <w:gridCol w:w="615"/>
        <w:gridCol w:w="900"/>
        <w:gridCol w:w="1155"/>
        <w:gridCol w:w="1213"/>
      </w:tblGrid>
      <w:tr w:rsidR="00015B8F" w:rsidRPr="009C54AE" w14:paraId="61E7E3B2" w14:textId="77777777" w:rsidTr="2FDEED39"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39F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E41079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C8C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B20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400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D20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10E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E9A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91C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669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D40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883EAF" w14:textId="77777777" w:rsidTr="2FDEED39">
        <w:trPr>
          <w:trHeight w:val="453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FFD4" w14:textId="414A51E7" w:rsidR="00015B8F" w:rsidRPr="009C54AE" w:rsidRDefault="007D6A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12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FA6C5" w14:textId="57AABA77" w:rsidR="00015B8F" w:rsidRPr="009C54AE" w:rsidRDefault="00C127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7D6A5F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DAD68" w14:textId="41EBD00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240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7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2DE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B8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DE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5778E" w14:textId="608FEA78" w:rsidR="00015B8F" w:rsidRPr="009C54AE" w:rsidRDefault="007541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49F609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48538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B9F68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337CA0" w14:textId="14D4BA2C" w:rsidR="0085747A" w:rsidRPr="009C54AE" w:rsidRDefault="757F07BF" w:rsidP="2FDEED3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2FDEED39">
        <w:rPr>
          <w:rFonts w:ascii="Corbel" w:hAnsi="Corbel"/>
          <w:b w:val="0"/>
          <w:smallCaps w:val="0"/>
        </w:rPr>
        <w:t xml:space="preserve">  </w:t>
      </w:r>
      <w:r w:rsidR="0075410D" w:rsidRPr="2FDEED39">
        <w:rPr>
          <w:rFonts w:ascii="Corbel" w:hAnsi="Corbel"/>
          <w:b w:val="0"/>
          <w:smallCaps w:val="0"/>
        </w:rPr>
        <w:t>x</w:t>
      </w:r>
      <w:r w:rsidR="0085747A" w:rsidRPr="2FDEED39">
        <w:rPr>
          <w:rFonts w:ascii="Corbel" w:hAnsi="Corbel"/>
          <w:b w:val="0"/>
          <w:smallCaps w:val="0"/>
        </w:rPr>
        <w:t xml:space="preserve"> zajęcia w formie tradycyjnej </w:t>
      </w:r>
    </w:p>
    <w:p w14:paraId="6540C8F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16A60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F5C45F" w14:textId="100893C0" w:rsidR="00E22FBC" w:rsidRPr="009C54AE" w:rsidRDefault="00E22FBC" w:rsidP="51F439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1F439DE">
        <w:rPr>
          <w:rFonts w:ascii="Corbel" w:hAnsi="Corbel"/>
          <w:smallCaps w:val="0"/>
        </w:rPr>
        <w:t xml:space="preserve">1.3 </w:t>
      </w:r>
      <w:r>
        <w:tab/>
      </w:r>
      <w:r w:rsidRPr="51F439DE">
        <w:rPr>
          <w:rFonts w:ascii="Corbel" w:hAnsi="Corbel"/>
          <w:smallCaps w:val="0"/>
        </w:rPr>
        <w:t>For</w:t>
      </w:r>
      <w:r w:rsidR="00445970" w:rsidRPr="51F439DE">
        <w:rPr>
          <w:rFonts w:ascii="Corbel" w:hAnsi="Corbel"/>
          <w:smallCaps w:val="0"/>
        </w:rPr>
        <w:t xml:space="preserve">ma zaliczenia przedmiotu </w:t>
      </w:r>
      <w:r w:rsidRPr="51F439DE">
        <w:rPr>
          <w:rFonts w:ascii="Corbel" w:hAnsi="Corbel"/>
          <w:smallCaps w:val="0"/>
        </w:rPr>
        <w:t xml:space="preserve">(z toku) </w:t>
      </w:r>
      <w:r w:rsidRPr="51F439DE">
        <w:rPr>
          <w:rFonts w:ascii="Corbel" w:hAnsi="Corbel"/>
          <w:b w:val="0"/>
          <w:smallCaps w:val="0"/>
        </w:rPr>
        <w:t xml:space="preserve">(egzamin, </w:t>
      </w:r>
      <w:r w:rsidRPr="51F439DE">
        <w:rPr>
          <w:rFonts w:ascii="Corbel" w:hAnsi="Corbel"/>
          <w:smallCaps w:val="0"/>
          <w:u w:val="single"/>
        </w:rPr>
        <w:t>zaliczenie z oceną</w:t>
      </w:r>
      <w:r w:rsidRPr="51F439DE">
        <w:rPr>
          <w:rFonts w:ascii="Corbel" w:hAnsi="Corbel"/>
          <w:b w:val="0"/>
          <w:smallCaps w:val="0"/>
        </w:rPr>
        <w:t>, zaliczenie bez oceny)</w:t>
      </w:r>
    </w:p>
    <w:p w14:paraId="377B652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E54D8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DC409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2FDEED39">
        <w:rPr>
          <w:rFonts w:ascii="Corbel" w:hAnsi="Corbel"/>
        </w:rPr>
        <w:t xml:space="preserve">2.Wymagania wstępne </w:t>
      </w:r>
    </w:p>
    <w:p w14:paraId="388DBF96" w14:textId="76B03EFD" w:rsidR="2FDEED39" w:rsidRDefault="2FDEED39" w:rsidP="2FDEED39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682A49" w14:textId="77777777" w:rsidTr="2FDEED39">
        <w:tc>
          <w:tcPr>
            <w:tcW w:w="9670" w:type="dxa"/>
          </w:tcPr>
          <w:p w14:paraId="2CAF554D" w14:textId="06BCED72" w:rsidR="0085747A" w:rsidRPr="009C54AE" w:rsidRDefault="0075410D" w:rsidP="2FDEED3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2FDEED39">
              <w:rPr>
                <w:rFonts w:ascii="Corbel" w:hAnsi="Corbel"/>
                <w:b w:val="0"/>
                <w:smallCaps w:val="0"/>
                <w:color w:val="000000" w:themeColor="text1"/>
              </w:rPr>
              <w:t>brak</w:t>
            </w:r>
          </w:p>
        </w:tc>
      </w:tr>
    </w:tbl>
    <w:p w14:paraId="002B1F0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51B6E5" w14:textId="0A647121" w:rsidR="0085747A" w:rsidRPr="00C05F44" w:rsidRDefault="0071620A" w:rsidP="51F439DE">
      <w:pPr>
        <w:pStyle w:val="Punktygwne"/>
        <w:spacing w:before="0" w:after="0"/>
        <w:rPr>
          <w:rFonts w:ascii="Corbel" w:hAnsi="Corbel"/>
        </w:rPr>
      </w:pPr>
      <w:r w:rsidRPr="51F439DE">
        <w:rPr>
          <w:rFonts w:ascii="Corbel" w:hAnsi="Corbel"/>
        </w:rPr>
        <w:lastRenderedPageBreak/>
        <w:t>3.</w:t>
      </w:r>
      <w:r w:rsidR="0085747A" w:rsidRPr="51F439DE">
        <w:rPr>
          <w:rFonts w:ascii="Corbel" w:hAnsi="Corbel"/>
        </w:rPr>
        <w:t xml:space="preserve"> </w:t>
      </w:r>
      <w:r w:rsidR="00A84C85" w:rsidRPr="51F439DE">
        <w:rPr>
          <w:rFonts w:ascii="Corbel" w:hAnsi="Corbel"/>
        </w:rPr>
        <w:t>cele, efekty uczenia się</w:t>
      </w:r>
      <w:r w:rsidR="0085747A" w:rsidRPr="51F439DE">
        <w:rPr>
          <w:rFonts w:ascii="Corbel" w:hAnsi="Corbel"/>
        </w:rPr>
        <w:t>, treści Programowe i stosowane metody Dydaktyczne</w:t>
      </w:r>
    </w:p>
    <w:p w14:paraId="06E22BE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BA6A4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8B13E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512B248" w14:textId="77777777" w:rsidTr="2FDEED39">
        <w:tc>
          <w:tcPr>
            <w:tcW w:w="851" w:type="dxa"/>
            <w:vAlign w:val="center"/>
          </w:tcPr>
          <w:p w14:paraId="6986DA6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76AE89" w14:textId="76CDF240" w:rsidR="0085747A" w:rsidRPr="009C54AE" w:rsidRDefault="067AE6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2FDEED39">
              <w:rPr>
                <w:rFonts w:ascii="Corbel" w:hAnsi="Corbel"/>
                <w:b w:val="0"/>
                <w:sz w:val="24"/>
                <w:szCs w:val="24"/>
              </w:rPr>
              <w:t>Analiza najważniejszych porozumień z dziedziny kontroli zbrojeń</w:t>
            </w:r>
          </w:p>
        </w:tc>
      </w:tr>
      <w:tr w:rsidR="0085747A" w:rsidRPr="009C54AE" w14:paraId="1FF603BA" w14:textId="77777777" w:rsidTr="2FDEED39">
        <w:tc>
          <w:tcPr>
            <w:tcW w:w="851" w:type="dxa"/>
            <w:vAlign w:val="center"/>
          </w:tcPr>
          <w:p w14:paraId="194E5F62" w14:textId="4D26834B" w:rsidR="0085747A" w:rsidRPr="009C54AE" w:rsidRDefault="00993FA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EADE34D" w14:textId="28ECA976" w:rsidR="0085747A" w:rsidRPr="009C54AE" w:rsidRDefault="00993F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się z istotą zbrojeń i ich kontrolą</w:t>
            </w:r>
          </w:p>
        </w:tc>
      </w:tr>
      <w:tr w:rsidR="0085747A" w:rsidRPr="009C54AE" w14:paraId="19667A44" w14:textId="77777777" w:rsidTr="2FDEED39">
        <w:tc>
          <w:tcPr>
            <w:tcW w:w="851" w:type="dxa"/>
            <w:vAlign w:val="center"/>
          </w:tcPr>
          <w:p w14:paraId="3BF9A8B3" w14:textId="586D278F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93FA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3C9A25B" w14:textId="08A1EA3B" w:rsidR="0085747A" w:rsidRPr="009C54AE" w:rsidRDefault="00993F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się z instytucjami i organizacjami działającymi na rzecz kontroli zbrojeń</w:t>
            </w:r>
          </w:p>
        </w:tc>
      </w:tr>
      <w:tr w:rsidR="00993FA4" w:rsidRPr="009C54AE" w14:paraId="664BE012" w14:textId="77777777" w:rsidTr="2FDEED39">
        <w:tc>
          <w:tcPr>
            <w:tcW w:w="851" w:type="dxa"/>
            <w:vAlign w:val="center"/>
          </w:tcPr>
          <w:p w14:paraId="4F473BBB" w14:textId="38E8A3F5" w:rsidR="00993FA4" w:rsidRPr="009C54AE" w:rsidRDefault="00993F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ACB5A15" w14:textId="18E974E0" w:rsidR="00993FA4" w:rsidRDefault="00993FA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współczesnych trendów w zbrojeniach na świecie i ich konsekwencje</w:t>
            </w:r>
          </w:p>
        </w:tc>
      </w:tr>
    </w:tbl>
    <w:p w14:paraId="0B6D4A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C6B1B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39CE7B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306E2C57" w14:textId="77777777" w:rsidTr="448583B0">
        <w:tc>
          <w:tcPr>
            <w:tcW w:w="1701" w:type="dxa"/>
            <w:vAlign w:val="center"/>
          </w:tcPr>
          <w:p w14:paraId="257130E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26E630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FD95A6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2006C" w14:paraId="0D8136AD" w14:textId="77777777" w:rsidTr="448583B0">
        <w:tc>
          <w:tcPr>
            <w:tcW w:w="1701" w:type="dxa"/>
          </w:tcPr>
          <w:p w14:paraId="0DA7C6F2" w14:textId="77777777" w:rsidR="0085747A" w:rsidRPr="003200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06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2006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887F45F" w14:textId="6350DE3A" w:rsidR="0085747A" w:rsidRPr="0032006C" w:rsidRDefault="007D6A5F" w:rsidP="2FDEED39">
            <w:pPr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448583B0">
              <w:rPr>
                <w:rFonts w:ascii="Corbel" w:hAnsi="Corbel"/>
                <w:sz w:val="24"/>
                <w:szCs w:val="24"/>
              </w:rPr>
              <w:t xml:space="preserve">Zna </w:t>
            </w:r>
            <w:r w:rsidR="79523B72" w:rsidRPr="448583B0">
              <w:rPr>
                <w:rFonts w:ascii="Corbel" w:hAnsi="Corbel"/>
                <w:sz w:val="24"/>
                <w:szCs w:val="24"/>
              </w:rPr>
              <w:t xml:space="preserve">w zaawansowanym stopniu struktury </w:t>
            </w:r>
            <w:r>
              <w:br/>
            </w:r>
            <w:r w:rsidR="79523B72" w:rsidRPr="448583B0">
              <w:rPr>
                <w:rFonts w:ascii="Corbel" w:hAnsi="Corbel"/>
                <w:sz w:val="24"/>
                <w:szCs w:val="24"/>
              </w:rPr>
              <w:t>i funkcjonowanie instytucji politycznych na poziomie krajowym, organizacji międzynarodowych</w:t>
            </w:r>
          </w:p>
        </w:tc>
        <w:tc>
          <w:tcPr>
            <w:tcW w:w="1873" w:type="dxa"/>
          </w:tcPr>
          <w:p w14:paraId="12B6E523" w14:textId="79D01466" w:rsidR="0085747A" w:rsidRPr="0032006C" w:rsidRDefault="00734D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06C">
              <w:rPr>
                <w:rFonts w:ascii="Corbel" w:hAnsi="Corbel"/>
                <w:b w:val="0"/>
              </w:rPr>
              <w:t>K_W02</w:t>
            </w:r>
          </w:p>
        </w:tc>
      </w:tr>
      <w:tr w:rsidR="0085747A" w:rsidRPr="0032006C" w14:paraId="6DE57CA3" w14:textId="77777777" w:rsidTr="448583B0">
        <w:tc>
          <w:tcPr>
            <w:tcW w:w="1701" w:type="dxa"/>
          </w:tcPr>
          <w:p w14:paraId="311B3ED9" w14:textId="77777777" w:rsidR="0085747A" w:rsidRPr="003200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06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46E6EA" w14:textId="4F36876B" w:rsidR="0085747A" w:rsidRPr="0032006C" w:rsidRDefault="007D6A5F" w:rsidP="2FDEED39">
            <w:pPr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448583B0">
              <w:rPr>
                <w:rFonts w:ascii="Corbel" w:hAnsi="Corbel"/>
                <w:sz w:val="24"/>
                <w:szCs w:val="24"/>
              </w:rPr>
              <w:t xml:space="preserve">Zna </w:t>
            </w:r>
            <w:r w:rsidR="79523B72" w:rsidRPr="448583B0">
              <w:rPr>
                <w:rFonts w:ascii="Corbel" w:hAnsi="Corbel"/>
                <w:sz w:val="24"/>
                <w:szCs w:val="24"/>
              </w:rPr>
              <w:t>w zaawansowanym stopniu zasady funkcjonowania, działalności i zarządzania instytucjami politycznymi o</w:t>
            </w:r>
            <w:r w:rsidR="3FFFBCC9" w:rsidRPr="448583B0">
              <w:rPr>
                <w:rFonts w:ascii="Corbel" w:hAnsi="Corbel"/>
                <w:sz w:val="24"/>
                <w:szCs w:val="24"/>
              </w:rPr>
              <w:t xml:space="preserve"> </w:t>
            </w:r>
            <w:r w:rsidR="1714BE93" w:rsidRPr="448583B0">
              <w:rPr>
                <w:rFonts w:ascii="Corbel" w:hAnsi="Corbel"/>
                <w:sz w:val="24"/>
                <w:szCs w:val="24"/>
              </w:rPr>
              <w:t xml:space="preserve"> </w:t>
            </w:r>
            <w:r w:rsidR="79523B72" w:rsidRPr="448583B0">
              <w:rPr>
                <w:rFonts w:ascii="Corbel" w:hAnsi="Corbel"/>
                <w:sz w:val="24"/>
                <w:szCs w:val="24"/>
              </w:rPr>
              <w:t>charakterze rządowym i pozarządowym w wymiarze krajowym i międzynarodowym</w:t>
            </w:r>
          </w:p>
        </w:tc>
        <w:tc>
          <w:tcPr>
            <w:tcW w:w="1873" w:type="dxa"/>
          </w:tcPr>
          <w:p w14:paraId="2415A847" w14:textId="1DBB6142" w:rsidR="0085747A" w:rsidRPr="0032006C" w:rsidRDefault="00734D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06C">
              <w:rPr>
                <w:rFonts w:ascii="Corbel" w:hAnsi="Corbel"/>
                <w:b w:val="0"/>
              </w:rPr>
              <w:t>K_W07</w:t>
            </w:r>
          </w:p>
        </w:tc>
      </w:tr>
      <w:tr w:rsidR="0085747A" w:rsidRPr="0032006C" w14:paraId="27E27576" w14:textId="77777777" w:rsidTr="448583B0">
        <w:tc>
          <w:tcPr>
            <w:tcW w:w="1701" w:type="dxa"/>
          </w:tcPr>
          <w:p w14:paraId="17EB790C" w14:textId="53D24355" w:rsidR="0085747A" w:rsidRPr="0032006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06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34DDC" w:rsidRPr="0032006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F8F7057" w14:textId="779DACE3" w:rsidR="0085747A" w:rsidRPr="0032006C" w:rsidRDefault="007D6A5F" w:rsidP="2FDEED39">
            <w:pPr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448583B0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79523B72" w:rsidRPr="448583B0">
              <w:rPr>
                <w:rFonts w:ascii="Corbel" w:hAnsi="Corbel"/>
                <w:sz w:val="24"/>
                <w:szCs w:val="24"/>
              </w:rPr>
              <w:t xml:space="preserve">dokonać interpretacji zjawisk kulturowych, politycznych, gospodarczych, prawnych zachodzących </w:t>
            </w:r>
            <w:r>
              <w:br/>
            </w:r>
            <w:r w:rsidR="79523B72" w:rsidRPr="448583B0">
              <w:rPr>
                <w:rFonts w:ascii="Corbel" w:hAnsi="Corbel"/>
                <w:sz w:val="24"/>
                <w:szCs w:val="24"/>
              </w:rPr>
              <w:t>w relacjach międzynarodowych, a także dokonać wielowymiarowej analizy zagrożeń militarnych, gospodarczych, politycznych</w:t>
            </w:r>
          </w:p>
        </w:tc>
        <w:tc>
          <w:tcPr>
            <w:tcW w:w="1873" w:type="dxa"/>
          </w:tcPr>
          <w:p w14:paraId="7CD58F2C" w14:textId="77362117" w:rsidR="0085747A" w:rsidRPr="0032006C" w:rsidRDefault="00734D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06C">
              <w:rPr>
                <w:rFonts w:ascii="Corbel" w:hAnsi="Corbel"/>
                <w:b w:val="0"/>
              </w:rPr>
              <w:t>K_U01</w:t>
            </w:r>
          </w:p>
        </w:tc>
      </w:tr>
      <w:tr w:rsidR="00734DDC" w:rsidRPr="0032006C" w14:paraId="29DE004C" w14:textId="77777777" w:rsidTr="448583B0">
        <w:tc>
          <w:tcPr>
            <w:tcW w:w="1701" w:type="dxa"/>
          </w:tcPr>
          <w:p w14:paraId="33C8D19D" w14:textId="5126502A" w:rsidR="00734DDC" w:rsidRPr="0032006C" w:rsidRDefault="00734D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06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A1E4D80" w14:textId="2A245469" w:rsidR="00734DDC" w:rsidRPr="0032006C" w:rsidRDefault="007D6A5F" w:rsidP="2FDEED39">
            <w:pPr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2FDEED39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2DBD568D" w:rsidRPr="2FDEED39">
              <w:rPr>
                <w:rFonts w:ascii="Corbel" w:hAnsi="Corbel"/>
                <w:sz w:val="24"/>
                <w:szCs w:val="24"/>
              </w:rPr>
              <w:t>dokonać analizy genezy, przebiegu oraz skutków konkretnych zjawisk zachodzących w stosunkach międzynarodowych, a także wykorzystać posiadaną wiedzę do przewidywania i tworzenia scenariuszy rozwoju sytuacji międzynarodowej</w:t>
            </w:r>
          </w:p>
        </w:tc>
        <w:tc>
          <w:tcPr>
            <w:tcW w:w="1873" w:type="dxa"/>
          </w:tcPr>
          <w:p w14:paraId="378FFCB2" w14:textId="3B32987C" w:rsidR="00734DDC" w:rsidRPr="0032006C" w:rsidRDefault="00734DDC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2006C">
              <w:rPr>
                <w:rFonts w:ascii="Corbel" w:hAnsi="Corbel"/>
                <w:b w:val="0"/>
              </w:rPr>
              <w:t>K_U04</w:t>
            </w:r>
          </w:p>
        </w:tc>
      </w:tr>
      <w:tr w:rsidR="00734DDC" w:rsidRPr="0032006C" w14:paraId="7EEB4B6F" w14:textId="77777777" w:rsidTr="448583B0">
        <w:tc>
          <w:tcPr>
            <w:tcW w:w="1701" w:type="dxa"/>
          </w:tcPr>
          <w:p w14:paraId="26C8EECC" w14:textId="15425A85" w:rsidR="00734DDC" w:rsidRPr="0032006C" w:rsidRDefault="00734D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06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C3A0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57DCEEC" w14:textId="76FE7C3E" w:rsidR="00734DDC" w:rsidRPr="0032006C" w:rsidRDefault="007D6A5F" w:rsidP="2FDEED3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448583B0">
              <w:rPr>
                <w:rFonts w:ascii="Corbel" w:hAnsi="Corbel"/>
                <w:sz w:val="24"/>
                <w:szCs w:val="24"/>
              </w:rPr>
              <w:t xml:space="preserve">Jest gotów </w:t>
            </w:r>
            <w:r w:rsidR="79523B72" w:rsidRPr="448583B0">
              <w:rPr>
                <w:rFonts w:ascii="Corbel" w:hAnsi="Corbel"/>
                <w:sz w:val="24"/>
                <w:szCs w:val="24"/>
              </w:rPr>
              <w:t xml:space="preserve">do ciągłego pogłębiania zdobytej wiedzy, przyswajania i analizowania nowych wiadomości </w:t>
            </w:r>
            <w:r>
              <w:br/>
            </w:r>
            <w:r w:rsidR="79523B72" w:rsidRPr="448583B0">
              <w:rPr>
                <w:rFonts w:ascii="Corbel" w:hAnsi="Corbel"/>
                <w:sz w:val="24"/>
                <w:szCs w:val="24"/>
              </w:rPr>
              <w:t xml:space="preserve">i procesów z zakresu stosunków międzynarodowych, </w:t>
            </w:r>
            <w:r>
              <w:br/>
            </w:r>
            <w:r w:rsidR="79523B72" w:rsidRPr="448583B0">
              <w:rPr>
                <w:rFonts w:ascii="Corbel" w:hAnsi="Corbel"/>
                <w:sz w:val="24"/>
                <w:szCs w:val="24"/>
              </w:rPr>
              <w:t>a także wykorzystując poznane narzędzia wyrażać krytyczną opinię w tym zakresie</w:t>
            </w:r>
          </w:p>
        </w:tc>
        <w:tc>
          <w:tcPr>
            <w:tcW w:w="1873" w:type="dxa"/>
          </w:tcPr>
          <w:p w14:paraId="4677D9CC" w14:textId="5E269563" w:rsidR="00734DDC" w:rsidRPr="0032006C" w:rsidRDefault="00734DDC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2006C">
              <w:rPr>
                <w:rFonts w:ascii="Corbel" w:hAnsi="Corbel"/>
                <w:b w:val="0"/>
              </w:rPr>
              <w:t>K_K01</w:t>
            </w:r>
          </w:p>
        </w:tc>
      </w:tr>
    </w:tbl>
    <w:p w14:paraId="35C0E7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85312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4BB02A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560981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DE360D" w14:textId="77777777" w:rsidTr="2FDEED39">
        <w:tc>
          <w:tcPr>
            <w:tcW w:w="9639" w:type="dxa"/>
          </w:tcPr>
          <w:p w14:paraId="75B71CF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E78292B" w14:textId="77777777" w:rsidTr="2FDEED39">
        <w:tc>
          <w:tcPr>
            <w:tcW w:w="9639" w:type="dxa"/>
          </w:tcPr>
          <w:p w14:paraId="43CC44CC" w14:textId="6712F76C" w:rsidR="0085747A" w:rsidRPr="009C54AE" w:rsidRDefault="351201E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FDEED39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2D57025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0153D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3FB2F1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70B7B7" w14:textId="77777777" w:rsidTr="00923D7D">
        <w:tc>
          <w:tcPr>
            <w:tcW w:w="9639" w:type="dxa"/>
          </w:tcPr>
          <w:p w14:paraId="264A24C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1B1C96B" w14:textId="77777777" w:rsidTr="00923D7D">
        <w:tc>
          <w:tcPr>
            <w:tcW w:w="9639" w:type="dxa"/>
          </w:tcPr>
          <w:p w14:paraId="5044926A" w14:textId="635F2E7F" w:rsidR="0085747A" w:rsidRPr="009C54AE" w:rsidRDefault="0075410D" w:rsidP="007541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Uwarunkowania międzynarodowe kontroli zbrojeń i rozbrojenie </w:t>
            </w:r>
          </w:p>
        </w:tc>
      </w:tr>
      <w:tr w:rsidR="0085747A" w:rsidRPr="009C54AE" w14:paraId="3C86F358" w14:textId="77777777" w:rsidTr="00923D7D">
        <w:tc>
          <w:tcPr>
            <w:tcW w:w="9639" w:type="dxa"/>
          </w:tcPr>
          <w:p w14:paraId="4C88F0B3" w14:textId="60AEEEF7" w:rsidR="0085747A" w:rsidRPr="009C54AE" w:rsidRDefault="0075410D" w:rsidP="007541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Instytucje i podmioty nadzorujące kontrole zbrojeń</w:t>
            </w:r>
          </w:p>
        </w:tc>
      </w:tr>
      <w:tr w:rsidR="0085747A" w:rsidRPr="009C54AE" w14:paraId="46EDF461" w14:textId="77777777" w:rsidTr="00923D7D">
        <w:tc>
          <w:tcPr>
            <w:tcW w:w="9639" w:type="dxa"/>
          </w:tcPr>
          <w:p w14:paraId="20325B86" w14:textId="4EA73547" w:rsidR="0085747A" w:rsidRPr="009C54AE" w:rsidRDefault="0075410D" w:rsidP="007541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zbrojeń w zakresie broni jądrowej</w:t>
            </w:r>
          </w:p>
        </w:tc>
      </w:tr>
      <w:tr w:rsidR="0075410D" w:rsidRPr="009C54AE" w14:paraId="211B0951" w14:textId="77777777" w:rsidTr="00923D7D">
        <w:tc>
          <w:tcPr>
            <w:tcW w:w="9639" w:type="dxa"/>
          </w:tcPr>
          <w:p w14:paraId="5B8F3CC4" w14:textId="72B844A2" w:rsidR="0075410D" w:rsidRDefault="0075410D" w:rsidP="007541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Nadzór nad nierozprzestrzenianiem broni chemicznej i biologicznej</w:t>
            </w:r>
          </w:p>
        </w:tc>
      </w:tr>
      <w:tr w:rsidR="0075410D" w:rsidRPr="009C54AE" w14:paraId="7C8A1D3C" w14:textId="77777777" w:rsidTr="00923D7D">
        <w:tc>
          <w:tcPr>
            <w:tcW w:w="9639" w:type="dxa"/>
          </w:tcPr>
          <w:p w14:paraId="596115B1" w14:textId="2A57C5F0" w:rsidR="0075410D" w:rsidRDefault="0075410D" w:rsidP="007541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Regulacje prawne dotyczące broni konwencjonalnej</w:t>
            </w:r>
          </w:p>
        </w:tc>
      </w:tr>
      <w:tr w:rsidR="0075410D" w:rsidRPr="009C54AE" w14:paraId="080272ED" w14:textId="77777777" w:rsidTr="00923D7D">
        <w:tc>
          <w:tcPr>
            <w:tcW w:w="9639" w:type="dxa"/>
          </w:tcPr>
          <w:p w14:paraId="3E5618CE" w14:textId="24769FF1" w:rsidR="0075410D" w:rsidRDefault="0075410D" w:rsidP="007541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Dwustronne i wielostronne porozumienia rozbrojeniowe</w:t>
            </w:r>
          </w:p>
        </w:tc>
      </w:tr>
      <w:tr w:rsidR="0075410D" w:rsidRPr="009C54AE" w14:paraId="438E4538" w14:textId="77777777" w:rsidTr="00923D7D">
        <w:tc>
          <w:tcPr>
            <w:tcW w:w="9639" w:type="dxa"/>
          </w:tcPr>
          <w:p w14:paraId="140FF748" w14:textId="52060998" w:rsidR="0075410D" w:rsidRDefault="0075410D" w:rsidP="007541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w handlu bronią</w:t>
            </w:r>
            <w:r w:rsidR="00E41168">
              <w:rPr>
                <w:rFonts w:ascii="Corbel" w:hAnsi="Corbel"/>
                <w:sz w:val="24"/>
                <w:szCs w:val="24"/>
              </w:rPr>
              <w:t xml:space="preserve"> oraz jej rozpowszechnianiu</w:t>
            </w:r>
          </w:p>
        </w:tc>
      </w:tr>
      <w:tr w:rsidR="00E41168" w:rsidRPr="009C54AE" w14:paraId="02762DBF" w14:textId="77777777" w:rsidTr="00923D7D">
        <w:tc>
          <w:tcPr>
            <w:tcW w:w="9639" w:type="dxa"/>
          </w:tcPr>
          <w:p w14:paraId="4CF5882E" w14:textId="55D9CF07" w:rsidR="00E41168" w:rsidRDefault="00E41168" w:rsidP="007541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 obecny porozumień rozbrojeniowych</w:t>
            </w:r>
          </w:p>
        </w:tc>
      </w:tr>
      <w:tr w:rsidR="00E41168" w:rsidRPr="009C54AE" w14:paraId="641700F9" w14:textId="77777777" w:rsidTr="00923D7D">
        <w:tc>
          <w:tcPr>
            <w:tcW w:w="9639" w:type="dxa"/>
          </w:tcPr>
          <w:p w14:paraId="43A9CC7F" w14:textId="47CA62CB" w:rsidR="00E41168" w:rsidRDefault="00E41168" w:rsidP="007541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Wyzwania i perspektywy w zakresie kontroli zbrojeń</w:t>
            </w:r>
          </w:p>
        </w:tc>
      </w:tr>
      <w:tr w:rsidR="00E41168" w:rsidRPr="009C54AE" w14:paraId="15EA4F7F" w14:textId="77777777" w:rsidTr="00923D7D">
        <w:tc>
          <w:tcPr>
            <w:tcW w:w="9639" w:type="dxa"/>
          </w:tcPr>
          <w:p w14:paraId="11EB961B" w14:textId="32ABF327" w:rsidR="00E41168" w:rsidRDefault="00E41168" w:rsidP="007541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zbrojeń w Europie</w:t>
            </w:r>
          </w:p>
        </w:tc>
      </w:tr>
      <w:tr w:rsidR="00E41168" w:rsidRPr="009C54AE" w14:paraId="0DA72D7F" w14:textId="77777777" w:rsidTr="00923D7D">
        <w:tc>
          <w:tcPr>
            <w:tcW w:w="9639" w:type="dxa"/>
          </w:tcPr>
          <w:p w14:paraId="40B227A1" w14:textId="76E07C42" w:rsidR="00E41168" w:rsidRDefault="00E41168" w:rsidP="007541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Wyścig zbrojeń w Azji</w:t>
            </w:r>
          </w:p>
        </w:tc>
      </w:tr>
      <w:tr w:rsidR="00E41168" w:rsidRPr="009C54AE" w14:paraId="49C2668D" w14:textId="77777777" w:rsidTr="00923D7D">
        <w:tc>
          <w:tcPr>
            <w:tcW w:w="9639" w:type="dxa"/>
          </w:tcPr>
          <w:p w14:paraId="6EE45CA0" w14:textId="28A93BFE" w:rsidR="00E41168" w:rsidRDefault="00E41168" w:rsidP="007541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Problemy ze zbrojeniami w kosmosie </w:t>
            </w:r>
          </w:p>
        </w:tc>
      </w:tr>
      <w:tr w:rsidR="00E41168" w:rsidRPr="009C54AE" w14:paraId="6006CF6B" w14:textId="77777777" w:rsidTr="00923D7D">
        <w:tc>
          <w:tcPr>
            <w:tcW w:w="9639" w:type="dxa"/>
          </w:tcPr>
          <w:p w14:paraId="6C504F80" w14:textId="0D6493E1" w:rsidR="00E41168" w:rsidRDefault="00E41168" w:rsidP="007541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Wzrost demograficzny w Afryce i jego konsekwencje w zakresie zbrojeń</w:t>
            </w:r>
          </w:p>
        </w:tc>
      </w:tr>
      <w:tr w:rsidR="00E41168" w:rsidRPr="009C54AE" w14:paraId="4AF45474" w14:textId="77777777" w:rsidTr="00923D7D">
        <w:tc>
          <w:tcPr>
            <w:tcW w:w="9639" w:type="dxa"/>
          </w:tcPr>
          <w:p w14:paraId="51692D1B" w14:textId="6D92A681" w:rsidR="00E41168" w:rsidRDefault="00E41168" w:rsidP="007541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 USA wobec Chin i Rosji w zakresie zbrojeń </w:t>
            </w:r>
          </w:p>
        </w:tc>
      </w:tr>
      <w:tr w:rsidR="004F049F" w:rsidRPr="009C54AE" w14:paraId="14C04437" w14:textId="77777777" w:rsidTr="00923D7D">
        <w:tc>
          <w:tcPr>
            <w:tcW w:w="9639" w:type="dxa"/>
          </w:tcPr>
          <w:p w14:paraId="09D39322" w14:textId="75F58583" w:rsidR="004F049F" w:rsidRDefault="004F049F" w:rsidP="007541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Wyzwania dla kontroli zbrojeń związane z nowymi technologiami wojskowymi</w:t>
            </w:r>
          </w:p>
        </w:tc>
      </w:tr>
    </w:tbl>
    <w:p w14:paraId="31C4F8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8854A3" w14:textId="25C0DAAC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2FDEED39">
        <w:rPr>
          <w:rFonts w:ascii="Corbel" w:hAnsi="Corbel"/>
          <w:smallCaps w:val="0"/>
        </w:rPr>
        <w:t>3.4 Metody dydaktyczne</w:t>
      </w:r>
      <w:r w:rsidRPr="2FDEED39">
        <w:rPr>
          <w:rFonts w:ascii="Corbel" w:hAnsi="Corbel"/>
          <w:b w:val="0"/>
          <w:smallCaps w:val="0"/>
        </w:rPr>
        <w:t xml:space="preserve"> </w:t>
      </w:r>
    </w:p>
    <w:p w14:paraId="34B42BF3" w14:textId="083B3D49" w:rsidR="2FDEED39" w:rsidRDefault="2FDEED39" w:rsidP="2FDEED39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</w:p>
    <w:p w14:paraId="7291C489" w14:textId="55FBE6FC" w:rsidR="00E41168" w:rsidRPr="0032006C" w:rsidRDefault="00E41168" w:rsidP="2FDEED39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2FDEED39">
        <w:rPr>
          <w:rFonts w:ascii="Corbel" w:hAnsi="Corbel"/>
          <w:b w:val="0"/>
          <w:smallCaps w:val="0"/>
        </w:rPr>
        <w:t>metoda projektów - prezentacje</w:t>
      </w:r>
    </w:p>
    <w:p w14:paraId="29D27159" w14:textId="68F0AB05" w:rsidR="00E41168" w:rsidRPr="0032006C" w:rsidRDefault="00E4116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2006C">
        <w:rPr>
          <w:rFonts w:ascii="Corbel" w:hAnsi="Corbel"/>
          <w:b w:val="0"/>
          <w:smallCaps w:val="0"/>
          <w:szCs w:val="24"/>
        </w:rPr>
        <w:t>praca w grupach</w:t>
      </w:r>
    </w:p>
    <w:p w14:paraId="73DDC2FE" w14:textId="5AA49EBE" w:rsidR="00E41168" w:rsidRPr="0032006C" w:rsidRDefault="00E4116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2006C">
        <w:rPr>
          <w:rFonts w:ascii="Corbel" w:hAnsi="Corbel"/>
          <w:b w:val="0"/>
          <w:smallCaps w:val="0"/>
          <w:szCs w:val="24"/>
        </w:rPr>
        <w:t>analiza tekstów</w:t>
      </w:r>
    </w:p>
    <w:p w14:paraId="786AD3C2" w14:textId="70E4D14C" w:rsidR="00E41168" w:rsidRPr="0032006C" w:rsidRDefault="00E4116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2006C">
        <w:rPr>
          <w:rFonts w:ascii="Corbel" w:hAnsi="Corbel"/>
          <w:b w:val="0"/>
          <w:smallCaps w:val="0"/>
          <w:szCs w:val="24"/>
        </w:rPr>
        <w:t>dyskusje problemowe</w:t>
      </w:r>
    </w:p>
    <w:p w14:paraId="1EE7535F" w14:textId="77777777" w:rsidR="00E41168" w:rsidRPr="009C54AE" w:rsidRDefault="00E41168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EA8C57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AB5A7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7BB507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0AC40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00E9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8D2FCE2" w14:textId="77777777" w:rsidTr="005C3A07">
        <w:tc>
          <w:tcPr>
            <w:tcW w:w="1962" w:type="dxa"/>
            <w:vAlign w:val="center"/>
          </w:tcPr>
          <w:p w14:paraId="0BEA28C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12BB456" w14:textId="3E3A39A5" w:rsidR="0085747A" w:rsidRPr="009C54AE" w:rsidRDefault="00A84C85" w:rsidP="2FDEE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2FDEED3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3C93268C" w:rsidRPr="2FDEED3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74B210B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39507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D1DB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789F542" w14:textId="77777777" w:rsidTr="005C3A07">
        <w:tc>
          <w:tcPr>
            <w:tcW w:w="1962" w:type="dxa"/>
          </w:tcPr>
          <w:p w14:paraId="113C3D4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F0771BB" w14:textId="38968A47" w:rsidR="0085747A" w:rsidRPr="00993FA4" w:rsidRDefault="00993F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3FA4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BA301D3" w14:textId="48D9D79B" w:rsidR="0085747A" w:rsidRPr="009C54AE" w:rsidRDefault="007D6A5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14:paraId="59325139" w14:textId="77777777" w:rsidTr="005C3A07">
        <w:tc>
          <w:tcPr>
            <w:tcW w:w="1962" w:type="dxa"/>
          </w:tcPr>
          <w:p w14:paraId="3292DD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74F7451" w14:textId="1E2EDA7C" w:rsidR="0085747A" w:rsidRPr="009C54AE" w:rsidRDefault="00993F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4E2E16ED" w14:textId="4F6B9658" w:rsidR="0085747A" w:rsidRPr="009C54AE" w:rsidRDefault="007D6A5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93FA4" w:rsidRPr="009C54AE" w14:paraId="7BB534B7" w14:textId="77777777" w:rsidTr="005C3A07">
        <w:tc>
          <w:tcPr>
            <w:tcW w:w="1962" w:type="dxa"/>
          </w:tcPr>
          <w:p w14:paraId="5E1C8F3A" w14:textId="2D9765B4" w:rsidR="00993FA4" w:rsidRPr="009C54AE" w:rsidRDefault="00993F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5C3A07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8AF95F7" w14:textId="2D34E7A4" w:rsidR="00993FA4" w:rsidRDefault="00993F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studentów, Obserwacja w trakcie zajęć</w:t>
            </w:r>
          </w:p>
        </w:tc>
        <w:tc>
          <w:tcPr>
            <w:tcW w:w="2117" w:type="dxa"/>
          </w:tcPr>
          <w:p w14:paraId="5318DBCD" w14:textId="4005258E" w:rsidR="00993FA4" w:rsidRDefault="007D6A5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93FA4" w:rsidRPr="009C54AE" w14:paraId="1CF98633" w14:textId="77777777" w:rsidTr="005C3A07">
        <w:tc>
          <w:tcPr>
            <w:tcW w:w="1962" w:type="dxa"/>
          </w:tcPr>
          <w:p w14:paraId="749EDF57" w14:textId="24256583" w:rsidR="00993FA4" w:rsidRPr="009C54AE" w:rsidRDefault="00993F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0" w:name="_Hlk95476793"/>
            <w:r>
              <w:rPr>
                <w:rFonts w:ascii="Corbel" w:hAnsi="Corbel"/>
                <w:b w:val="0"/>
                <w:szCs w:val="24"/>
              </w:rPr>
              <w:t>EK_</w:t>
            </w:r>
            <w:r w:rsidR="005C3A07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DEAF6EF" w14:textId="4FA094FA" w:rsidR="00993FA4" w:rsidRDefault="00993F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Prezentacje, obserwacja w trakcie zajęć</w:t>
            </w:r>
          </w:p>
        </w:tc>
        <w:tc>
          <w:tcPr>
            <w:tcW w:w="2117" w:type="dxa"/>
          </w:tcPr>
          <w:p w14:paraId="0A0FD8B6" w14:textId="0A740CA0" w:rsidR="00993FA4" w:rsidRDefault="007D6A5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bookmarkEnd w:id="0"/>
      <w:tr w:rsidR="005C3A07" w:rsidRPr="009C54AE" w14:paraId="485C2F33" w14:textId="77777777" w:rsidTr="005C3A07">
        <w:tc>
          <w:tcPr>
            <w:tcW w:w="1962" w:type="dxa"/>
          </w:tcPr>
          <w:p w14:paraId="5D4E8DB4" w14:textId="26AC8460" w:rsidR="005C3A07" w:rsidRPr="009C54AE" w:rsidRDefault="005C3A07" w:rsidP="00E47A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99F1107" w14:textId="77777777" w:rsidR="005C3A07" w:rsidRDefault="005C3A07" w:rsidP="00E47A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Prezentacje, obserwacja w trakcie zajęć</w:t>
            </w:r>
          </w:p>
        </w:tc>
        <w:tc>
          <w:tcPr>
            <w:tcW w:w="2117" w:type="dxa"/>
          </w:tcPr>
          <w:p w14:paraId="565CFCD4" w14:textId="77777777" w:rsidR="005C3A07" w:rsidRDefault="005C3A07" w:rsidP="00E47A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7A62CA5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87345D" w14:textId="359C9ACB" w:rsidR="448583B0" w:rsidRDefault="448583B0" w:rsidP="448583B0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240D0BD6" w14:textId="08B3BB2F" w:rsidR="448583B0" w:rsidRDefault="448583B0" w:rsidP="448583B0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2C67DDD4" w14:textId="27278346" w:rsidR="448583B0" w:rsidRDefault="448583B0" w:rsidP="448583B0">
      <w:pPr>
        <w:pStyle w:val="Punktygwne"/>
        <w:spacing w:before="0" w:after="0"/>
        <w:rPr>
          <w:rFonts w:ascii="Corbel" w:hAnsi="Corbel"/>
          <w:smallCaps w:val="0"/>
        </w:rPr>
      </w:pPr>
    </w:p>
    <w:p w14:paraId="3AF9C5F2" w14:textId="77777777" w:rsidR="0085747A" w:rsidRPr="009C54AE" w:rsidRDefault="003E1941" w:rsidP="448583B0">
      <w:pPr>
        <w:pStyle w:val="Punktygwne"/>
        <w:spacing w:before="0" w:after="0"/>
        <w:rPr>
          <w:rFonts w:ascii="Corbel" w:hAnsi="Corbel"/>
          <w:smallCaps w:val="0"/>
        </w:rPr>
      </w:pPr>
      <w:r w:rsidRPr="448583B0">
        <w:rPr>
          <w:rFonts w:ascii="Corbel" w:hAnsi="Corbel"/>
          <w:smallCaps w:val="0"/>
        </w:rPr>
        <w:t xml:space="preserve">4.2 </w:t>
      </w:r>
      <w:r w:rsidR="0085747A" w:rsidRPr="448583B0">
        <w:rPr>
          <w:rFonts w:ascii="Corbel" w:hAnsi="Corbel"/>
          <w:smallCaps w:val="0"/>
        </w:rPr>
        <w:t>Warunki zaliczenia przedmiotu (kryteria oceniania)</w:t>
      </w:r>
      <w:r w:rsidR="00923D7D" w:rsidRPr="448583B0">
        <w:rPr>
          <w:rFonts w:ascii="Corbel" w:hAnsi="Corbel"/>
          <w:smallCaps w:val="0"/>
        </w:rPr>
        <w:t xml:space="preserve"> </w:t>
      </w:r>
    </w:p>
    <w:p w14:paraId="1B2BBA7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F3BEB3" w14:textId="77777777" w:rsidTr="00923D7D">
        <w:tc>
          <w:tcPr>
            <w:tcW w:w="9670" w:type="dxa"/>
          </w:tcPr>
          <w:p w14:paraId="779C5F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DD3491" w14:textId="39ECEAD7" w:rsidR="00993FA4" w:rsidRDefault="00993FA4" w:rsidP="00993FA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Znajomość podstawowych pojęć i zagadnień z zakresu kontroli zbrojeń i rozbrojenia</w:t>
            </w:r>
          </w:p>
          <w:p w14:paraId="6F364975" w14:textId="016FCAFB" w:rsidR="00993FA4" w:rsidRDefault="00993FA4" w:rsidP="00993FA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Znajomość głównych kierunków polityki kontroli zbrojeń na świecie</w:t>
            </w:r>
          </w:p>
          <w:p w14:paraId="10AD02D8" w14:textId="32664E8B" w:rsidR="00993FA4" w:rsidRDefault="00993FA4" w:rsidP="00993FA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Dobra orientacja w zakresie głównych narzędziach kontroli zbrojeń w tym </w:t>
            </w:r>
            <w:r w:rsidR="00734DDC">
              <w:rPr>
                <w:rFonts w:ascii="Corbel" w:hAnsi="Corbel"/>
                <w:b w:val="0"/>
                <w:smallCaps w:val="0"/>
                <w:szCs w:val="24"/>
              </w:rPr>
              <w:t>w zakresie broni jądrowej, chemicznej i biologicznej</w:t>
            </w:r>
          </w:p>
          <w:p w14:paraId="5852DD54" w14:textId="19E00204" w:rsidR="00993FA4" w:rsidRDefault="00993FA4" w:rsidP="00993FA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 i obecność na zajęciach</w:t>
            </w:r>
          </w:p>
          <w:p w14:paraId="41BA0CEC" w14:textId="61596A73" w:rsidR="00734DDC" w:rsidRPr="00C105C8" w:rsidRDefault="00734DDC" w:rsidP="00993FA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z wynikiem co najmniej 40 procent na wynik pozytywny </w:t>
            </w:r>
          </w:p>
          <w:p w14:paraId="16224D1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DE7A8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4A516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D2149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5401F2C" w14:textId="77777777" w:rsidTr="2FDEED39">
        <w:tc>
          <w:tcPr>
            <w:tcW w:w="4962" w:type="dxa"/>
            <w:vAlign w:val="center"/>
          </w:tcPr>
          <w:p w14:paraId="21178E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FD54EE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84D7F1" w14:textId="77777777" w:rsidTr="2FDEED39">
        <w:tc>
          <w:tcPr>
            <w:tcW w:w="4962" w:type="dxa"/>
          </w:tcPr>
          <w:p w14:paraId="17F8CA7B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FDEED39">
              <w:rPr>
                <w:rFonts w:ascii="Corbel" w:hAnsi="Corbel"/>
                <w:sz w:val="24"/>
                <w:szCs w:val="24"/>
              </w:rPr>
              <w:t>G</w:t>
            </w:r>
            <w:r w:rsidR="0085747A" w:rsidRPr="2FDEED3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2FDEED3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2FDEED39">
              <w:rPr>
                <w:rFonts w:ascii="Corbel" w:hAnsi="Corbel"/>
                <w:sz w:val="24"/>
                <w:szCs w:val="24"/>
              </w:rPr>
              <w:t xml:space="preserve"> w</w:t>
            </w:r>
            <w:r w:rsidRPr="2FDEED39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2FDEED3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2FDEED39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2FDEED39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2F5763AD" w:rsidRPr="2FDEED39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2FDEED39">
              <w:rPr>
                <w:rFonts w:ascii="Corbel" w:hAnsi="Corbel"/>
                <w:sz w:val="24"/>
                <w:szCs w:val="24"/>
              </w:rPr>
              <w:t xml:space="preserve"> </w:t>
            </w:r>
            <w:r w:rsidRPr="2FDEED39">
              <w:rPr>
                <w:rFonts w:ascii="Corbel" w:hAnsi="Corbel"/>
                <w:sz w:val="24"/>
                <w:szCs w:val="24"/>
              </w:rPr>
              <w:t>studiów</w:t>
            </w:r>
            <w:r w:rsidR="2F5763AD" w:rsidRPr="2FDEED3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E7C8EF3" w14:textId="2B44ED6D" w:rsidR="0085747A" w:rsidRPr="009C54AE" w:rsidRDefault="00C127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F049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1E140D7E" w14:textId="77777777" w:rsidTr="2FDEED39">
        <w:tc>
          <w:tcPr>
            <w:tcW w:w="4962" w:type="dxa"/>
          </w:tcPr>
          <w:p w14:paraId="425D265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A93F59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941D84E" w14:textId="2BEA207E" w:rsidR="00C61DC5" w:rsidRPr="009C54AE" w:rsidRDefault="004F0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8895029" w14:textId="77777777" w:rsidTr="2FDEED39">
        <w:tc>
          <w:tcPr>
            <w:tcW w:w="4962" w:type="dxa"/>
          </w:tcPr>
          <w:p w14:paraId="0256567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540F0B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75EBD19" w14:textId="76367FF9" w:rsidR="00C61DC5" w:rsidRPr="009C54AE" w:rsidRDefault="00C127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F049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04836BBD" w14:textId="77777777" w:rsidTr="2FDEED39">
        <w:tc>
          <w:tcPr>
            <w:tcW w:w="4962" w:type="dxa"/>
          </w:tcPr>
          <w:p w14:paraId="06D4F3D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9B2266" w14:textId="01DBFB62" w:rsidR="0085747A" w:rsidRPr="009C54AE" w:rsidRDefault="004F0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5FCCD5A3" w14:textId="77777777" w:rsidTr="2FDEED39">
        <w:tc>
          <w:tcPr>
            <w:tcW w:w="4962" w:type="dxa"/>
          </w:tcPr>
          <w:p w14:paraId="40C8EC7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724F4B6" w14:textId="6F47A15C" w:rsidR="0085747A" w:rsidRPr="009C54AE" w:rsidRDefault="004F0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02CC13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FDC74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D3D12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A0AB80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B3D0583" w14:textId="77777777" w:rsidTr="2FDEED39">
        <w:trPr>
          <w:trHeight w:val="397"/>
        </w:trPr>
        <w:tc>
          <w:tcPr>
            <w:tcW w:w="3544" w:type="dxa"/>
          </w:tcPr>
          <w:p w14:paraId="1841D01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FD9A288" w14:textId="681CC662" w:rsidR="0085747A" w:rsidRPr="009C54AE" w:rsidRDefault="5B4CD885" w:rsidP="2FDEED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FDEED39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494B1353" w14:textId="77777777" w:rsidTr="2FDEED39">
        <w:trPr>
          <w:trHeight w:val="397"/>
        </w:trPr>
        <w:tc>
          <w:tcPr>
            <w:tcW w:w="3544" w:type="dxa"/>
          </w:tcPr>
          <w:p w14:paraId="7F093E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0B7E14D" w14:textId="220E0CA6" w:rsidR="0085747A" w:rsidRPr="009C54AE" w:rsidRDefault="777A1082" w:rsidP="2FDEED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DEED39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6031348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B86BD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00EFB2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2006C" w14:paraId="197B0A7C" w14:textId="77777777" w:rsidTr="448583B0">
        <w:trPr>
          <w:trHeight w:val="397"/>
        </w:trPr>
        <w:tc>
          <w:tcPr>
            <w:tcW w:w="7513" w:type="dxa"/>
          </w:tcPr>
          <w:p w14:paraId="4CE77B5A" w14:textId="77777777" w:rsidR="0085747A" w:rsidRPr="0032006C" w:rsidRDefault="0085747A" w:rsidP="2FDEED3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2FDEED39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560E295E" w14:textId="1870C932" w:rsidR="2FDEED39" w:rsidRDefault="2FDEED39" w:rsidP="2FDEED3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2113DE43" w14:textId="77777777" w:rsidR="004F049F" w:rsidRPr="0032006C" w:rsidRDefault="004F049F" w:rsidP="009C54AE">
            <w:pPr>
              <w:pStyle w:val="Punktygwne"/>
              <w:spacing w:before="0" w:after="0"/>
              <w:rPr>
                <w:rStyle w:val="wrtext"/>
                <w:rFonts w:ascii="Corbel" w:hAnsi="Corbel"/>
                <w:b w:val="0"/>
                <w:szCs w:val="24"/>
              </w:rPr>
            </w:pPr>
            <w:r w:rsidRPr="0032006C">
              <w:rPr>
                <w:rStyle w:val="wrtext"/>
                <w:rFonts w:ascii="Corbel" w:hAnsi="Corbel"/>
                <w:b w:val="0"/>
                <w:szCs w:val="24"/>
              </w:rPr>
              <w:t>Karczmarski M., Problematyka zbrojeń i rozbrojenia, (w:) R. Zięba (red.), Bezpieczeństwo międzynarodowe po zimnej wojnie, Warszawa 2008.</w:t>
            </w:r>
          </w:p>
          <w:p w14:paraId="6C91A9D2" w14:textId="77777777" w:rsidR="004F049F" w:rsidRPr="0032006C" w:rsidRDefault="004F049F" w:rsidP="009C54AE">
            <w:pPr>
              <w:pStyle w:val="Punktygwne"/>
              <w:spacing w:before="0" w:after="0"/>
              <w:rPr>
                <w:rStyle w:val="wrtext"/>
                <w:rFonts w:ascii="Corbel" w:hAnsi="Corbel"/>
                <w:b w:val="0"/>
                <w:szCs w:val="24"/>
              </w:rPr>
            </w:pPr>
            <w:r w:rsidRPr="0032006C">
              <w:rPr>
                <w:rStyle w:val="wrtext"/>
                <w:rFonts w:ascii="Corbel" w:hAnsi="Corbel"/>
                <w:b w:val="0"/>
                <w:szCs w:val="24"/>
              </w:rPr>
              <w:t>Multan W., Porozumienia rozbrojeniowe po II wojnie światowej, Warszawa 1985.</w:t>
            </w:r>
          </w:p>
          <w:p w14:paraId="21D08A23" w14:textId="77777777" w:rsidR="004F049F" w:rsidRPr="0032006C" w:rsidRDefault="004F049F" w:rsidP="009C54AE">
            <w:pPr>
              <w:pStyle w:val="Punktygwne"/>
              <w:spacing w:before="0" w:after="0"/>
              <w:rPr>
                <w:rStyle w:val="wrtext"/>
                <w:rFonts w:ascii="Corbel" w:hAnsi="Corbel"/>
                <w:b w:val="0"/>
                <w:szCs w:val="24"/>
              </w:rPr>
            </w:pPr>
            <w:r w:rsidRPr="0032006C">
              <w:rPr>
                <w:rStyle w:val="wrtext"/>
                <w:rFonts w:ascii="Corbel" w:hAnsi="Corbel"/>
                <w:b w:val="0"/>
                <w:szCs w:val="24"/>
              </w:rPr>
              <w:t>Tabor M., Porozumienia w sprawie kontroli zbrojeń i rozbrojenia, (w:) Bezpieczeństwo międzynarodowe, praca zbiorowa, Warszawa 2012.</w:t>
            </w:r>
          </w:p>
          <w:p w14:paraId="0196B3D4" w14:textId="77777777" w:rsidR="004F049F" w:rsidRPr="0032006C" w:rsidRDefault="004F049F" w:rsidP="004F049F">
            <w:pPr>
              <w:pStyle w:val="NormalnyWeb"/>
              <w:spacing w:before="0" w:beforeAutospacing="0" w:after="90" w:afterAutospacing="0"/>
              <w:rPr>
                <w:rFonts w:ascii="Corbel" w:hAnsi="Corbel"/>
                <w:smallCaps/>
              </w:rPr>
            </w:pPr>
            <w:r w:rsidRPr="0032006C">
              <w:rPr>
                <w:rFonts w:ascii="Corbel" w:hAnsi="Corbel"/>
                <w:smallCaps/>
              </w:rPr>
              <w:t xml:space="preserve">Kuźniar R., Bezpieczeństwo w stosunkach międzynarodowych, </w:t>
            </w:r>
          </w:p>
          <w:p w14:paraId="0D7D6BA4" w14:textId="77777777" w:rsidR="004F049F" w:rsidRPr="0032006C" w:rsidRDefault="004F049F" w:rsidP="004F049F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32006C">
              <w:rPr>
                <w:rFonts w:ascii="Corbel" w:hAnsi="Corbel"/>
                <w:smallCaps/>
              </w:rPr>
              <w:lastRenderedPageBreak/>
              <w:t xml:space="preserve">(w:) E. </w:t>
            </w:r>
            <w:proofErr w:type="spellStart"/>
            <w:r w:rsidRPr="0032006C">
              <w:rPr>
                <w:rFonts w:ascii="Corbel" w:hAnsi="Corbel"/>
                <w:smallCaps/>
              </w:rPr>
              <w:t>Haliżak</w:t>
            </w:r>
            <w:proofErr w:type="spellEnd"/>
            <w:r w:rsidRPr="0032006C">
              <w:rPr>
                <w:rFonts w:ascii="Corbel" w:hAnsi="Corbel"/>
                <w:smallCaps/>
              </w:rPr>
              <w:t>, R. Kuźnia (red.), Stosunki międzynarodowe. Geneza, struktura, dynamika, Warszawa 2006.</w:t>
            </w:r>
          </w:p>
          <w:p w14:paraId="09C65A18" w14:textId="3D19CCBF" w:rsidR="004F049F" w:rsidRPr="0032006C" w:rsidRDefault="004F04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A2076" w14:paraId="6B7AE233" w14:textId="77777777" w:rsidTr="448583B0">
        <w:trPr>
          <w:trHeight w:val="397"/>
        </w:trPr>
        <w:tc>
          <w:tcPr>
            <w:tcW w:w="7513" w:type="dxa"/>
          </w:tcPr>
          <w:p w14:paraId="73599B2B" w14:textId="5E0D3DA1" w:rsidR="0085747A" w:rsidRPr="0032006C" w:rsidRDefault="0085747A" w:rsidP="2FDEED3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2FDEED39">
              <w:rPr>
                <w:rFonts w:ascii="Corbel" w:hAnsi="Corbel"/>
                <w:bCs/>
                <w:smallCaps w:val="0"/>
              </w:rPr>
              <w:lastRenderedPageBreak/>
              <w:t xml:space="preserve">Literatura uzupełniająca: </w:t>
            </w:r>
          </w:p>
          <w:p w14:paraId="7C999938" w14:textId="6286AD0D" w:rsidR="2FDEED39" w:rsidRDefault="2FDEED39" w:rsidP="2FDEED3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5E5BFE6B" w14:textId="308290ED" w:rsidR="00993FA4" w:rsidRPr="0032006C" w:rsidRDefault="258CF800" w:rsidP="2FDEED39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proofErr w:type="spellStart"/>
            <w:r w:rsidRPr="448583B0">
              <w:rPr>
                <w:rFonts w:ascii="Corbel" w:hAnsi="Corbel"/>
              </w:rPr>
              <w:t>Strulak</w:t>
            </w:r>
            <w:proofErr w:type="spellEnd"/>
            <w:r w:rsidR="79523B72" w:rsidRPr="448583B0">
              <w:rPr>
                <w:rFonts w:ascii="Corbel" w:hAnsi="Corbel"/>
              </w:rPr>
              <w:t xml:space="preserve"> T.</w:t>
            </w:r>
            <w:r w:rsidRPr="448583B0">
              <w:rPr>
                <w:rFonts w:ascii="Corbel" w:hAnsi="Corbel"/>
              </w:rPr>
              <w:t xml:space="preserve">, Działania na rzecz rozbrojenia i kontroli zbrojeń, </w:t>
            </w:r>
            <w:r w:rsidR="79523B72" w:rsidRPr="448583B0">
              <w:rPr>
                <w:rFonts w:ascii="Corbel" w:hAnsi="Corbel"/>
              </w:rPr>
              <w:t>(</w:t>
            </w:r>
            <w:r w:rsidRPr="448583B0">
              <w:rPr>
                <w:rFonts w:ascii="Corbel" w:hAnsi="Corbel"/>
              </w:rPr>
              <w:t>w</w:t>
            </w:r>
            <w:r w:rsidR="79523B72" w:rsidRPr="448583B0">
              <w:rPr>
                <w:rFonts w:ascii="Corbel" w:hAnsi="Corbel"/>
              </w:rPr>
              <w:t>)</w:t>
            </w:r>
            <w:r w:rsidRPr="448583B0">
              <w:rPr>
                <w:rFonts w:ascii="Corbel" w:hAnsi="Corbel"/>
              </w:rPr>
              <w:t xml:space="preserve">: </w:t>
            </w:r>
            <w:proofErr w:type="spellStart"/>
            <w:r w:rsidRPr="448583B0">
              <w:rPr>
                <w:rFonts w:ascii="Corbel" w:hAnsi="Corbel"/>
              </w:rPr>
              <w:t>Symonides</w:t>
            </w:r>
            <w:proofErr w:type="spellEnd"/>
            <w:r w:rsidR="79523B72" w:rsidRPr="448583B0">
              <w:rPr>
                <w:rFonts w:ascii="Corbel" w:hAnsi="Corbel"/>
              </w:rPr>
              <w:t>. J.,</w:t>
            </w:r>
            <w:r w:rsidRPr="448583B0">
              <w:rPr>
                <w:rFonts w:ascii="Corbel" w:hAnsi="Corbel"/>
              </w:rPr>
              <w:t xml:space="preserve"> (red.), Organizacja Narodów Zjednoczonych. Bilans i</w:t>
            </w:r>
            <w:r w:rsidR="14477562" w:rsidRPr="448583B0">
              <w:rPr>
                <w:rFonts w:ascii="Corbel" w:hAnsi="Corbel"/>
              </w:rPr>
              <w:t xml:space="preserve"> </w:t>
            </w:r>
            <w:r w:rsidR="5A9E63CE" w:rsidRPr="448583B0">
              <w:rPr>
                <w:rFonts w:ascii="Corbel" w:hAnsi="Corbel"/>
              </w:rPr>
              <w:t xml:space="preserve"> </w:t>
            </w:r>
            <w:r w:rsidRPr="448583B0">
              <w:rPr>
                <w:rFonts w:ascii="Corbel" w:hAnsi="Corbel"/>
              </w:rPr>
              <w:t>perspektywy, Warszawa 2006</w:t>
            </w:r>
          </w:p>
          <w:p w14:paraId="3D02267A" w14:textId="7CE2B342" w:rsidR="00993FA4" w:rsidRPr="0032006C" w:rsidRDefault="00993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06C">
              <w:rPr>
                <w:rStyle w:val="wrtext"/>
                <w:rFonts w:ascii="Corbel" w:hAnsi="Corbel"/>
                <w:b w:val="0"/>
                <w:szCs w:val="24"/>
              </w:rPr>
              <w:t>Rocznik Strategiczny</w:t>
            </w:r>
          </w:p>
          <w:p w14:paraId="204E00A1" w14:textId="65CBFF47" w:rsidR="004F049F" w:rsidRPr="0032006C" w:rsidRDefault="004F049F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  <w:r w:rsidRPr="0032006C">
              <w:rPr>
                <w:rStyle w:val="wrtext"/>
                <w:rFonts w:ascii="Corbel" w:hAnsi="Corbel"/>
                <w:b w:val="0"/>
                <w:szCs w:val="24"/>
                <w:lang w:val="en-US"/>
              </w:rPr>
              <w:t>SIPRI Yearbook 20</w:t>
            </w:r>
            <w:r w:rsidR="00993FA4" w:rsidRPr="0032006C">
              <w:rPr>
                <w:rStyle w:val="wrtext"/>
                <w:rFonts w:ascii="Corbel" w:hAnsi="Corbel"/>
                <w:b w:val="0"/>
                <w:szCs w:val="24"/>
                <w:lang w:val="en-US"/>
              </w:rPr>
              <w:t>20</w:t>
            </w:r>
            <w:r w:rsidRPr="0032006C">
              <w:rPr>
                <w:rStyle w:val="wrtext"/>
                <w:rFonts w:ascii="Corbel" w:hAnsi="Corbel"/>
                <w:b w:val="0"/>
                <w:szCs w:val="24"/>
                <w:lang w:val="en-US"/>
              </w:rPr>
              <w:t>, Stockholm International Peace Research Institute, Stockholm 2020</w:t>
            </w:r>
          </w:p>
        </w:tc>
      </w:tr>
    </w:tbl>
    <w:p w14:paraId="6444A3D4" w14:textId="77777777" w:rsidR="0085747A" w:rsidRPr="004F049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84DEC09" w14:textId="77777777" w:rsidR="0085747A" w:rsidRPr="004F049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064DDF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EF81C" w14:textId="77777777" w:rsidR="008D4631" w:rsidRDefault="008D4631" w:rsidP="00C16ABF">
      <w:pPr>
        <w:spacing w:after="0" w:line="240" w:lineRule="auto"/>
      </w:pPr>
      <w:r>
        <w:separator/>
      </w:r>
    </w:p>
  </w:endnote>
  <w:endnote w:type="continuationSeparator" w:id="0">
    <w:p w14:paraId="29BE303F" w14:textId="77777777" w:rsidR="008D4631" w:rsidRDefault="008D46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5F086" w14:textId="77777777" w:rsidR="008D4631" w:rsidRDefault="008D4631" w:rsidP="00C16ABF">
      <w:pPr>
        <w:spacing w:after="0" w:line="240" w:lineRule="auto"/>
      </w:pPr>
      <w:r>
        <w:separator/>
      </w:r>
    </w:p>
  </w:footnote>
  <w:footnote w:type="continuationSeparator" w:id="0">
    <w:p w14:paraId="7188A5DF" w14:textId="77777777" w:rsidR="008D4631" w:rsidRDefault="008D4631" w:rsidP="00C16ABF">
      <w:pPr>
        <w:spacing w:after="0" w:line="240" w:lineRule="auto"/>
      </w:pPr>
      <w:r>
        <w:continuationSeparator/>
      </w:r>
    </w:p>
  </w:footnote>
  <w:footnote w:id="1">
    <w:p w14:paraId="60B252E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019B6"/>
    <w:multiLevelType w:val="hybridMultilevel"/>
    <w:tmpl w:val="32F6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BE7A43"/>
    <w:multiLevelType w:val="hybridMultilevel"/>
    <w:tmpl w:val="88C68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150874">
    <w:abstractNumId w:val="1"/>
  </w:num>
  <w:num w:numId="2" w16cid:durableId="1731146995">
    <w:abstractNumId w:val="0"/>
  </w:num>
  <w:num w:numId="3" w16cid:durableId="155118880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1BEE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26A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06C"/>
    <w:rsid w:val="00322FD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4FE"/>
    <w:rsid w:val="004D5282"/>
    <w:rsid w:val="004F049F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3A07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B88"/>
    <w:rsid w:val="00706544"/>
    <w:rsid w:val="007072BA"/>
    <w:rsid w:val="0071620A"/>
    <w:rsid w:val="00724677"/>
    <w:rsid w:val="00725459"/>
    <w:rsid w:val="007327BD"/>
    <w:rsid w:val="00734608"/>
    <w:rsid w:val="00734DDC"/>
    <w:rsid w:val="00745302"/>
    <w:rsid w:val="007461D6"/>
    <w:rsid w:val="00746EC8"/>
    <w:rsid w:val="0075410D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A5F"/>
    <w:rsid w:val="007D6E56"/>
    <w:rsid w:val="007F1652"/>
    <w:rsid w:val="007F4155"/>
    <w:rsid w:val="0081554D"/>
    <w:rsid w:val="0081707E"/>
    <w:rsid w:val="00835E52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631"/>
    <w:rsid w:val="008E64F4"/>
    <w:rsid w:val="008F12C9"/>
    <w:rsid w:val="008F6E29"/>
    <w:rsid w:val="00916188"/>
    <w:rsid w:val="00923D7D"/>
    <w:rsid w:val="009508DF"/>
    <w:rsid w:val="00950DAC"/>
    <w:rsid w:val="00954A07"/>
    <w:rsid w:val="00993FA4"/>
    <w:rsid w:val="00997F14"/>
    <w:rsid w:val="009A2076"/>
    <w:rsid w:val="009A7295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5B46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6D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43FE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27B5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85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168"/>
    <w:rsid w:val="00E5083F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F070AB"/>
    <w:rsid w:val="00F17567"/>
    <w:rsid w:val="00F200F9"/>
    <w:rsid w:val="00F27A7B"/>
    <w:rsid w:val="00F404D4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A2EA69"/>
    <w:rsid w:val="067AE6FB"/>
    <w:rsid w:val="14477562"/>
    <w:rsid w:val="1714BE93"/>
    <w:rsid w:val="22758FCD"/>
    <w:rsid w:val="25880FFF"/>
    <w:rsid w:val="258CF800"/>
    <w:rsid w:val="2881F759"/>
    <w:rsid w:val="2DBD568D"/>
    <w:rsid w:val="2E431CD8"/>
    <w:rsid w:val="2F5763AD"/>
    <w:rsid w:val="2FDEED39"/>
    <w:rsid w:val="351201E0"/>
    <w:rsid w:val="384A85E7"/>
    <w:rsid w:val="3BB40095"/>
    <w:rsid w:val="3C93268C"/>
    <w:rsid w:val="3FFFBCC9"/>
    <w:rsid w:val="415A1EC8"/>
    <w:rsid w:val="448583B0"/>
    <w:rsid w:val="4B3EB54F"/>
    <w:rsid w:val="51F439DE"/>
    <w:rsid w:val="5619C74F"/>
    <w:rsid w:val="5A9E63CE"/>
    <w:rsid w:val="5B4CD885"/>
    <w:rsid w:val="6084CBED"/>
    <w:rsid w:val="6191EA4F"/>
    <w:rsid w:val="632DBAB0"/>
    <w:rsid w:val="695CAC63"/>
    <w:rsid w:val="6BDDF6D2"/>
    <w:rsid w:val="6D79C733"/>
    <w:rsid w:val="757F07BF"/>
    <w:rsid w:val="777A1082"/>
    <w:rsid w:val="79523B72"/>
    <w:rsid w:val="7D71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64291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4F049F"/>
  </w:style>
  <w:style w:type="paragraph" w:styleId="NormalnyWeb">
    <w:name w:val="Normal (Web)"/>
    <w:basedOn w:val="Normalny"/>
    <w:uiPriority w:val="99"/>
    <w:semiHidden/>
    <w:unhideWhenUsed/>
    <w:rsid w:val="004F04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9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79B54-2F7A-4117-9E76-BDF21BAE7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925</Words>
  <Characters>5552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11</cp:revision>
  <cp:lastPrinted>2019-02-06T12:12:00Z</cp:lastPrinted>
  <dcterms:created xsi:type="dcterms:W3CDTF">2021-12-08T16:13:00Z</dcterms:created>
  <dcterms:modified xsi:type="dcterms:W3CDTF">2025-11-15T00:01:00Z</dcterms:modified>
</cp:coreProperties>
</file>